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974F1" w:rsidRPr="00FF1F74" w:rsidRDefault="000974F1" w:rsidP="000974F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MINISTÉRIO DA EDUCAÇÃO</w:t>
      </w:r>
    </w:p>
    <w:p w:rsidR="000974F1" w:rsidRPr="00FF1F74" w:rsidRDefault="000974F1" w:rsidP="000974F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UNIVERSIDADE FEDERAL DA PARAÍBA</w:t>
      </w:r>
    </w:p>
    <w:p w:rsidR="000974F1" w:rsidRPr="00FF1F74" w:rsidRDefault="000974F1" w:rsidP="000974F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SUPERINTENDÊNCIA DE ORÇAMENTO E FINANÇAS</w:t>
      </w:r>
    </w:p>
    <w:p w:rsidR="000974F1" w:rsidRPr="00FF1F74" w:rsidRDefault="000974F1" w:rsidP="000974F1">
      <w:pPr>
        <w:pStyle w:val="xl49"/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F1F7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bookmarkStart w:id="0" w:name="_GoBack"/>
      <w:bookmarkEnd w:id="0"/>
    </w:p>
    <w:p w:rsidR="00F109C5" w:rsidRPr="007F528A" w:rsidRDefault="00F109C5" w:rsidP="00F109C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</w:t>
      </w:r>
      <w:r w:rsidRPr="007F528A">
        <w:rPr>
          <w:b/>
          <w:u w:val="single"/>
        </w:rPr>
        <w:t>UFPB/</w:t>
      </w:r>
      <w:proofErr w:type="spellStart"/>
      <w:r w:rsidRPr="007F528A">
        <w:rPr>
          <w:b/>
          <w:u w:val="single"/>
        </w:rPr>
        <w:t>CPL-PU</w:t>
      </w:r>
      <w:proofErr w:type="spellEnd"/>
      <w:r w:rsidRPr="007F528A">
        <w:rPr>
          <w:b/>
          <w:u w:val="single"/>
        </w:rPr>
        <w:t xml:space="preserve"> Nº 007/2019</w:t>
      </w:r>
    </w:p>
    <w:p w:rsidR="00F109C5" w:rsidRDefault="00F109C5" w:rsidP="00F109C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F528A">
        <w:rPr>
          <w:b/>
          <w:u w:val="single"/>
        </w:rPr>
        <w:t>PROCESSO ADMINISTRATIVO Nº 23074.000892/2019-07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109C5">
        <w:rPr>
          <w:rFonts w:ascii="Times New Roman" w:hAnsi="Times New Roman"/>
          <w:szCs w:val="24"/>
          <w:u w:val="single"/>
        </w:rPr>
        <w:t>XII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451349">
        <w:rPr>
          <w:sz w:val="24"/>
          <w:szCs w:val="24"/>
        </w:rPr>
        <w:t>9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4A04"/>
    <w:rsid w:val="000974F1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22352"/>
    <w:rsid w:val="00451349"/>
    <w:rsid w:val="00472E6F"/>
    <w:rsid w:val="004958E4"/>
    <w:rsid w:val="0054610E"/>
    <w:rsid w:val="00547E1B"/>
    <w:rsid w:val="00643D8E"/>
    <w:rsid w:val="00645C2F"/>
    <w:rsid w:val="00647853"/>
    <w:rsid w:val="006A0FD6"/>
    <w:rsid w:val="00811649"/>
    <w:rsid w:val="008619FA"/>
    <w:rsid w:val="00871EC4"/>
    <w:rsid w:val="008F4FDE"/>
    <w:rsid w:val="00962073"/>
    <w:rsid w:val="00A065CF"/>
    <w:rsid w:val="00A916DC"/>
    <w:rsid w:val="00AA0325"/>
    <w:rsid w:val="00B07A86"/>
    <w:rsid w:val="00BD3BC0"/>
    <w:rsid w:val="00BE1599"/>
    <w:rsid w:val="00BE6BD8"/>
    <w:rsid w:val="00BF3FE6"/>
    <w:rsid w:val="00C75B5E"/>
    <w:rsid w:val="00CD3AB6"/>
    <w:rsid w:val="00CE68E9"/>
    <w:rsid w:val="00D019A9"/>
    <w:rsid w:val="00D07027"/>
    <w:rsid w:val="00D46A91"/>
    <w:rsid w:val="00DE34DA"/>
    <w:rsid w:val="00E1179C"/>
    <w:rsid w:val="00E92F28"/>
    <w:rsid w:val="00F109C5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25</cp:revision>
  <cp:lastPrinted>2016-10-11T12:31:00Z</cp:lastPrinted>
  <dcterms:created xsi:type="dcterms:W3CDTF">2016-05-23T15:06:00Z</dcterms:created>
  <dcterms:modified xsi:type="dcterms:W3CDTF">2019-04-11T14:44:00Z</dcterms:modified>
</cp:coreProperties>
</file>